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E03" w:rsidRPr="004B04BD" w:rsidRDefault="00F55E03" w:rsidP="002932BC">
      <w:pPr>
        <w:spacing w:after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B04BD">
        <w:rPr>
          <w:rFonts w:ascii="Times New Roman" w:hAnsi="Times New Roman"/>
          <w:sz w:val="24"/>
          <w:szCs w:val="24"/>
        </w:rPr>
        <w:t>Приложение № 3</w:t>
      </w:r>
    </w:p>
    <w:p w:rsidR="002932BC" w:rsidRPr="004B04BD" w:rsidRDefault="00F55E03" w:rsidP="002932B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B04BD">
        <w:rPr>
          <w:rFonts w:ascii="Times New Roman" w:hAnsi="Times New Roman"/>
          <w:sz w:val="24"/>
          <w:szCs w:val="24"/>
        </w:rPr>
        <w:t>к Контракту №</w:t>
      </w:r>
      <w:r w:rsidR="002932BC" w:rsidRPr="004B04BD">
        <w:rPr>
          <w:rFonts w:ascii="Times New Roman" w:hAnsi="Times New Roman"/>
          <w:sz w:val="24"/>
          <w:szCs w:val="24"/>
        </w:rPr>
        <w:t xml:space="preserve"> </w:t>
      </w:r>
      <w:r w:rsidR="00406AE1" w:rsidRPr="008432E0">
        <w:rPr>
          <w:rFonts w:ascii="Times New Roman" w:hAnsi="Times New Roman"/>
          <w:sz w:val="24"/>
          <w:szCs w:val="24"/>
        </w:rPr>
        <w:t>_________</w:t>
      </w:r>
      <w:r w:rsidR="00993F1A">
        <w:rPr>
          <w:rFonts w:ascii="Times New Roman" w:hAnsi="Times New Roman"/>
          <w:sz w:val="24"/>
          <w:szCs w:val="24"/>
        </w:rPr>
        <w:t xml:space="preserve"> </w:t>
      </w:r>
    </w:p>
    <w:p w:rsidR="00F55E03" w:rsidRPr="004B04BD" w:rsidRDefault="00F55E03" w:rsidP="002932B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B04BD">
        <w:rPr>
          <w:rFonts w:ascii="Times New Roman" w:hAnsi="Times New Roman"/>
          <w:sz w:val="24"/>
          <w:szCs w:val="24"/>
        </w:rPr>
        <w:t xml:space="preserve"> от «</w:t>
      </w:r>
      <w:r w:rsidR="008B56A3">
        <w:rPr>
          <w:rFonts w:ascii="Times New Roman" w:hAnsi="Times New Roman"/>
          <w:sz w:val="24"/>
          <w:szCs w:val="24"/>
        </w:rPr>
        <w:t>___</w:t>
      </w:r>
      <w:r w:rsidRPr="004B04BD">
        <w:rPr>
          <w:rFonts w:ascii="Times New Roman" w:hAnsi="Times New Roman"/>
          <w:sz w:val="24"/>
          <w:szCs w:val="24"/>
        </w:rPr>
        <w:t xml:space="preserve">» </w:t>
      </w:r>
      <w:r w:rsidR="008B56A3">
        <w:rPr>
          <w:rFonts w:ascii="Times New Roman" w:hAnsi="Times New Roman"/>
          <w:sz w:val="24"/>
          <w:szCs w:val="24"/>
        </w:rPr>
        <w:t>_____________</w:t>
      </w:r>
      <w:r w:rsidR="005D1B82" w:rsidRPr="004B04BD">
        <w:rPr>
          <w:rFonts w:ascii="Times New Roman" w:hAnsi="Times New Roman"/>
          <w:sz w:val="24"/>
          <w:szCs w:val="24"/>
        </w:rPr>
        <w:t xml:space="preserve"> </w:t>
      </w:r>
      <w:r w:rsidRPr="004B04BD">
        <w:rPr>
          <w:rFonts w:ascii="Times New Roman" w:hAnsi="Times New Roman"/>
          <w:sz w:val="24"/>
          <w:szCs w:val="24"/>
        </w:rPr>
        <w:t xml:space="preserve"> 20</w:t>
      </w:r>
      <w:r w:rsidR="002932BC" w:rsidRPr="004B04BD">
        <w:rPr>
          <w:rFonts w:ascii="Times New Roman" w:hAnsi="Times New Roman"/>
          <w:sz w:val="24"/>
          <w:szCs w:val="24"/>
        </w:rPr>
        <w:t>2</w:t>
      </w:r>
      <w:r w:rsidR="00BD2B23">
        <w:rPr>
          <w:rFonts w:ascii="Times New Roman" w:hAnsi="Times New Roman"/>
          <w:sz w:val="24"/>
          <w:szCs w:val="24"/>
        </w:rPr>
        <w:t>4</w:t>
      </w:r>
      <w:r w:rsidR="009B306A">
        <w:rPr>
          <w:rFonts w:ascii="Times New Roman" w:hAnsi="Times New Roman"/>
          <w:sz w:val="24"/>
          <w:szCs w:val="24"/>
        </w:rPr>
        <w:t xml:space="preserve"> </w:t>
      </w:r>
      <w:r w:rsidRPr="004B04BD">
        <w:rPr>
          <w:rFonts w:ascii="Times New Roman" w:hAnsi="Times New Roman"/>
          <w:sz w:val="24"/>
          <w:szCs w:val="24"/>
        </w:rPr>
        <w:t>г.</w:t>
      </w:r>
    </w:p>
    <w:p w:rsidR="002932BC" w:rsidRPr="004B04BD" w:rsidRDefault="002932BC" w:rsidP="002932BC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0671FC" w:rsidRDefault="002932BC" w:rsidP="008833C4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B04BD">
        <w:rPr>
          <w:rFonts w:ascii="Times New Roman" w:hAnsi="Times New Roman"/>
          <w:b/>
          <w:bCs/>
          <w:sz w:val="24"/>
          <w:szCs w:val="24"/>
        </w:rPr>
        <w:t>Акт сдачи-приемки оказанных услуг</w:t>
      </w:r>
    </w:p>
    <w:p w:rsidR="005E1269" w:rsidRPr="004B04BD" w:rsidRDefault="005E1269" w:rsidP="008833C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71FC" w:rsidRPr="004B04BD" w:rsidRDefault="000671FC" w:rsidP="000671FC">
      <w:pPr>
        <w:widowControl w:val="0"/>
        <w:suppressAutoHyphens/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ar-SA"/>
        </w:rPr>
      </w:pPr>
      <w:r w:rsidRPr="004B04BD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</w:t>
      </w:r>
    </w:p>
    <w:p w:rsidR="000671FC" w:rsidRPr="004B04BD" w:rsidRDefault="00616038" w:rsidP="000304F5">
      <w:pPr>
        <w:widowControl w:val="0"/>
        <w:suppressAutoHyphens/>
        <w:spacing w:after="0" w:line="240" w:lineRule="auto"/>
        <w:rPr>
          <w:rFonts w:ascii="Times New Roman" w:hAnsi="Times New Roman"/>
          <w:spacing w:val="-3"/>
          <w:w w:val="93"/>
          <w:sz w:val="24"/>
          <w:szCs w:val="24"/>
          <w:lang w:eastAsia="ar-SA"/>
        </w:rPr>
      </w:pPr>
      <w:proofErr w:type="gramStart"/>
      <w:r>
        <w:rPr>
          <w:rFonts w:ascii="Times New Roman" w:hAnsi="Times New Roman"/>
          <w:sz w:val="24"/>
          <w:szCs w:val="24"/>
          <w:lang w:eastAsia="ar-SA"/>
        </w:rPr>
        <w:t>с</w:t>
      </w:r>
      <w:proofErr w:type="gramEnd"/>
      <w:r w:rsidR="000671FC" w:rsidRPr="004B04BD">
        <w:rPr>
          <w:rFonts w:ascii="Times New Roman" w:hAnsi="Times New Roman"/>
          <w:sz w:val="24"/>
          <w:szCs w:val="24"/>
          <w:lang w:eastAsia="ar-SA"/>
        </w:rPr>
        <w:t xml:space="preserve">. </w:t>
      </w:r>
      <w:proofErr w:type="gramStart"/>
      <w:r w:rsidR="005E1269">
        <w:rPr>
          <w:rFonts w:ascii="Times New Roman" w:hAnsi="Times New Roman"/>
          <w:sz w:val="24"/>
          <w:szCs w:val="24"/>
          <w:lang w:eastAsia="ar-SA"/>
        </w:rPr>
        <w:t>Елхо</w:t>
      </w:r>
      <w:r>
        <w:rPr>
          <w:rFonts w:ascii="Times New Roman" w:hAnsi="Times New Roman"/>
          <w:sz w:val="24"/>
          <w:szCs w:val="24"/>
          <w:lang w:eastAsia="ar-SA"/>
        </w:rPr>
        <w:t>вка</w:t>
      </w:r>
      <w:proofErr w:type="gramEnd"/>
      <w:r w:rsidR="005E1269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</w:t>
      </w:r>
      <w:r w:rsidR="000304F5" w:rsidRPr="00480BBC">
        <w:rPr>
          <w:rFonts w:ascii="Times New Roman" w:hAnsi="Times New Roman"/>
          <w:sz w:val="24"/>
          <w:szCs w:val="24"/>
          <w:lang w:eastAsia="ar-SA"/>
        </w:rPr>
        <w:t xml:space="preserve">               </w:t>
      </w:r>
      <w:r w:rsidR="005E1269">
        <w:rPr>
          <w:rFonts w:ascii="Times New Roman" w:hAnsi="Times New Roman"/>
          <w:sz w:val="24"/>
          <w:szCs w:val="24"/>
          <w:lang w:eastAsia="ar-SA"/>
        </w:rPr>
        <w:t xml:space="preserve">         </w:t>
      </w:r>
      <w:r w:rsidR="005E1269" w:rsidRPr="004B04BD">
        <w:rPr>
          <w:rFonts w:ascii="Times New Roman" w:hAnsi="Times New Roman"/>
          <w:sz w:val="24"/>
          <w:szCs w:val="24"/>
          <w:lang w:eastAsia="ar-SA"/>
        </w:rPr>
        <w:t>«____»_________202</w:t>
      </w:r>
      <w:r w:rsidR="00C042BF" w:rsidRPr="00C042BF">
        <w:rPr>
          <w:rFonts w:ascii="Times New Roman" w:hAnsi="Times New Roman"/>
          <w:sz w:val="24"/>
          <w:szCs w:val="24"/>
          <w:lang w:eastAsia="ar-SA"/>
        </w:rPr>
        <w:t>4</w:t>
      </w:r>
      <w:r w:rsidR="005E1269" w:rsidRPr="004B04BD">
        <w:rPr>
          <w:rFonts w:ascii="Times New Roman" w:hAnsi="Times New Roman"/>
          <w:sz w:val="24"/>
          <w:szCs w:val="24"/>
          <w:lang w:eastAsia="ar-SA"/>
        </w:rPr>
        <w:t xml:space="preserve"> г.  </w:t>
      </w:r>
    </w:p>
    <w:p w:rsidR="000671FC" w:rsidRPr="004B04BD" w:rsidRDefault="000671FC" w:rsidP="000671F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pacing w:val="-3"/>
          <w:w w:val="93"/>
          <w:sz w:val="24"/>
          <w:szCs w:val="24"/>
          <w:highlight w:val="yellow"/>
          <w:lang w:eastAsia="ar-SA"/>
        </w:rPr>
      </w:pPr>
    </w:p>
    <w:p w:rsidR="004358CA" w:rsidRPr="004B04BD" w:rsidRDefault="005E1269" w:rsidP="005E1269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0"/>
        <w:rPr>
          <w:rFonts w:ascii="Times New Roman" w:hAnsi="Times New Roman"/>
          <w:spacing w:val="-3"/>
          <w:w w:val="93"/>
          <w:sz w:val="24"/>
          <w:szCs w:val="24"/>
          <w:highlight w:val="yellow"/>
          <w:lang w:eastAsia="ar-SA"/>
        </w:rPr>
      </w:pPr>
      <w:proofErr w:type="gramStart"/>
      <w:r w:rsidRPr="00BB7429">
        <w:rPr>
          <w:rFonts w:ascii="Times New Roman" w:hAnsi="Times New Roman"/>
          <w:noProof/>
        </w:rPr>
        <w:t>государственное бюджетное общеобразовательное учреждение Самарской области средняя общеобразовательная школа имени Героя Советского Союза Матвея Никифоровича Заводского с.Елховка муниципального района Елховский Самарской области</w:t>
      </w:r>
      <w:r w:rsidRPr="00BB7429">
        <w:rPr>
          <w:rFonts w:ascii="Times New Roman" w:hAnsi="Times New Roman"/>
        </w:rPr>
        <w:t xml:space="preserve">, именуемое в дальнейшем «Заказчик», в лице директора Свиридовой Ольги Геннадьевны, действующего на основании </w:t>
      </w:r>
      <w:r w:rsidRPr="00BB7429">
        <w:rPr>
          <w:rFonts w:ascii="Times New Roman" w:hAnsi="Times New Roman"/>
          <w:noProof/>
        </w:rPr>
        <w:t>Устава</w:t>
      </w:r>
      <w:r w:rsidR="004358CA" w:rsidRPr="004B04BD">
        <w:rPr>
          <w:rFonts w:ascii="Times New Roman" w:hAnsi="Times New Roman"/>
          <w:sz w:val="24"/>
          <w:szCs w:val="24"/>
          <w:lang w:eastAsia="ar-SA"/>
        </w:rPr>
        <w:t>, и</w:t>
      </w:r>
      <w:r w:rsidR="00616038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8B56A3">
        <w:rPr>
          <w:rFonts w:ascii="Times New Roman" w:hAnsi="Times New Roman"/>
        </w:rPr>
        <w:t>______________________________________________________________________________</w:t>
      </w:r>
      <w:r w:rsidR="00616038">
        <w:rPr>
          <w:rFonts w:ascii="Times New Roman" w:hAnsi="Times New Roman"/>
        </w:rPr>
        <w:t xml:space="preserve"> </w:t>
      </w:r>
      <w:r w:rsidR="004358CA" w:rsidRPr="004B04BD">
        <w:rPr>
          <w:rFonts w:ascii="Times New Roman" w:hAnsi="Times New Roman"/>
          <w:sz w:val="24"/>
          <w:szCs w:val="24"/>
          <w:lang w:eastAsia="ar-SA"/>
        </w:rPr>
        <w:t xml:space="preserve">именуемое в дальнейшем «Исполнитель», в лице </w:t>
      </w:r>
      <w:r w:rsidR="008B56A3">
        <w:rPr>
          <w:rFonts w:ascii="Times New Roman" w:hAnsi="Times New Roman"/>
          <w:sz w:val="24"/>
          <w:szCs w:val="24"/>
          <w:lang w:eastAsia="ar-SA"/>
        </w:rPr>
        <w:t>_____________________________________________</w:t>
      </w:r>
      <w:r w:rsidR="004358CA" w:rsidRPr="004B04BD">
        <w:rPr>
          <w:rFonts w:ascii="Times New Roman" w:hAnsi="Times New Roman"/>
          <w:b/>
          <w:sz w:val="24"/>
          <w:szCs w:val="24"/>
          <w:lang w:eastAsia="ar-SA"/>
        </w:rPr>
        <w:t>,</w:t>
      </w:r>
      <w:r w:rsidR="004358CA" w:rsidRPr="004B04BD">
        <w:rPr>
          <w:rFonts w:ascii="Times New Roman" w:hAnsi="Times New Roman"/>
          <w:sz w:val="24"/>
          <w:szCs w:val="24"/>
          <w:lang w:eastAsia="ar-SA"/>
        </w:rPr>
        <w:t xml:space="preserve"> действующего на основании </w:t>
      </w:r>
      <w:r w:rsidR="008B56A3">
        <w:rPr>
          <w:rFonts w:ascii="Times New Roman" w:hAnsi="Times New Roman"/>
          <w:sz w:val="24"/>
          <w:szCs w:val="24"/>
          <w:lang w:eastAsia="ar-SA"/>
        </w:rPr>
        <w:t>________</w:t>
      </w:r>
      <w:r w:rsidR="004358CA" w:rsidRPr="004B04BD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, с другой стороны, вместе именуемые «Стороны» и каждый в отдельности «Сторона», </w:t>
      </w:r>
      <w:r w:rsidR="004358CA" w:rsidRPr="004B04BD">
        <w:rPr>
          <w:rFonts w:ascii="Times New Roman" w:hAnsi="Times New Roman"/>
          <w:sz w:val="24"/>
          <w:szCs w:val="24"/>
          <w:lang w:eastAsia="ar-SA"/>
        </w:rPr>
        <w:t>составили настоящий</w:t>
      </w:r>
      <w:proofErr w:type="gramEnd"/>
      <w:r w:rsidR="004358CA" w:rsidRPr="004B04BD">
        <w:rPr>
          <w:rFonts w:ascii="Times New Roman" w:hAnsi="Times New Roman"/>
          <w:sz w:val="24"/>
          <w:szCs w:val="24"/>
          <w:lang w:eastAsia="ar-SA"/>
        </w:rPr>
        <w:t xml:space="preserve"> акт о нижеследующем:</w:t>
      </w:r>
    </w:p>
    <w:p w:rsidR="004358CA" w:rsidRPr="004B04BD" w:rsidRDefault="004358CA" w:rsidP="004358CA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  <w:shd w:val="clear" w:color="auto" w:fill="FFFFFF"/>
          <w:lang w:eastAsia="ar-SA"/>
        </w:rPr>
      </w:pPr>
      <w:r w:rsidRPr="004B04BD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В соответствии с контрактом </w:t>
      </w:r>
      <w:r w:rsidRPr="004B04BD">
        <w:rPr>
          <w:rFonts w:ascii="Times New Roman" w:hAnsi="Times New Roman"/>
          <w:bCs/>
          <w:sz w:val="24"/>
          <w:szCs w:val="24"/>
          <w:lang w:eastAsia="ar-SA"/>
        </w:rPr>
        <w:t xml:space="preserve">№ </w:t>
      </w:r>
      <w:r w:rsidR="008B56A3">
        <w:rPr>
          <w:rFonts w:ascii="Times New Roman" w:hAnsi="Times New Roman"/>
          <w:b/>
          <w:bCs/>
          <w:sz w:val="24"/>
          <w:szCs w:val="24"/>
        </w:rPr>
        <w:t>_______________</w:t>
      </w:r>
      <w:r w:rsidR="006662DB" w:rsidRPr="006662DB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4B04BD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от «</w:t>
      </w:r>
      <w:r w:rsidR="008B56A3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___</w:t>
      </w:r>
      <w:r w:rsidRPr="004B04BD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» </w:t>
      </w:r>
      <w:r w:rsidR="008B56A3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____________________</w:t>
      </w:r>
      <w:r w:rsidRPr="004B04BD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 202</w:t>
      </w:r>
      <w:r w:rsidR="00BD2B23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4</w:t>
      </w:r>
      <w:r w:rsidRPr="004B04BD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 г. Исполнитель передает, а Заказчик принимает у</w:t>
      </w:r>
      <w:r w:rsidRPr="004B04BD">
        <w:rPr>
          <w:rFonts w:ascii="Times New Roman" w:hAnsi="Times New Roman"/>
          <w:sz w:val="24"/>
          <w:szCs w:val="24"/>
        </w:rPr>
        <w:t xml:space="preserve">слуги по организации горячего питания обучающихся, получающих начальное общее образование </w:t>
      </w:r>
      <w:r w:rsidRPr="004B04BD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в образовательном учреждении ГБОУ </w:t>
      </w:r>
      <w:r w:rsidR="00616038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С</w:t>
      </w:r>
      <w:r w:rsidRPr="004B04BD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ОШ </w:t>
      </w:r>
      <w:r w:rsidR="00993F1A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 </w:t>
      </w:r>
      <w:proofErr w:type="spellStart"/>
      <w:r w:rsidR="005E1269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им.М.Н.Заводского</w:t>
      </w:r>
      <w:proofErr w:type="spellEnd"/>
      <w:r w:rsidR="005E1269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 </w:t>
      </w:r>
      <w:proofErr w:type="spellStart"/>
      <w:r w:rsidR="005E1269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с</w:t>
      </w:r>
      <w:proofErr w:type="gramStart"/>
      <w:r w:rsidR="005E1269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.Е</w:t>
      </w:r>
      <w:proofErr w:type="gramEnd"/>
      <w:r w:rsidR="005E1269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лховка</w:t>
      </w:r>
      <w:proofErr w:type="spellEnd"/>
      <w:r w:rsidR="005E1269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.</w:t>
      </w:r>
    </w:p>
    <w:p w:rsidR="004358CA" w:rsidRPr="004B04BD" w:rsidRDefault="004358CA" w:rsidP="004358CA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eastAsia="ar-SA"/>
        </w:rPr>
      </w:pPr>
      <w:r w:rsidRPr="004B04BD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Услуги оказаны за период: с «_____»_________202</w:t>
      </w:r>
      <w:r w:rsidR="00C042BF" w:rsidRPr="00C042BF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4</w:t>
      </w:r>
      <w:r w:rsidR="00C042BF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 год по «_____»__________2024 год в</w:t>
      </w:r>
      <w:r w:rsidRPr="004B04BD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 количестве ____ дето-дней.</w:t>
      </w:r>
    </w:p>
    <w:p w:rsidR="004358CA" w:rsidRPr="004B04BD" w:rsidRDefault="004358CA" w:rsidP="004358CA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4B04BD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Сумма к оплате</w:t>
      </w:r>
      <w:proofErr w:type="gramStart"/>
      <w:r w:rsidRPr="004B04BD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 </w:t>
      </w:r>
      <w:r w:rsidRPr="004B04BD">
        <w:rPr>
          <w:rFonts w:ascii="Times New Roman" w:hAnsi="Times New Roman"/>
          <w:color w:val="000000"/>
          <w:sz w:val="24"/>
          <w:szCs w:val="24"/>
          <w:lang w:eastAsia="ar-SA"/>
        </w:rPr>
        <w:t>____________</w:t>
      </w:r>
      <w:r w:rsidRPr="004B04BD">
        <w:rPr>
          <w:rFonts w:ascii="Times New Roman" w:hAnsi="Times New Roman"/>
          <w:sz w:val="24"/>
          <w:szCs w:val="24"/>
        </w:rPr>
        <w:t>(_______________),</w:t>
      </w:r>
      <w:r w:rsidR="00616038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End"/>
      <w:r w:rsidRPr="004B04BD">
        <w:rPr>
          <w:rFonts w:ascii="Times New Roman" w:hAnsi="Times New Roman"/>
          <w:sz w:val="24"/>
          <w:szCs w:val="24"/>
          <w:lang w:eastAsia="ar-SA"/>
        </w:rPr>
        <w:t>НДС</w:t>
      </w:r>
      <w:r w:rsidR="00616038">
        <w:rPr>
          <w:rFonts w:ascii="Times New Roman" w:hAnsi="Times New Roman"/>
          <w:sz w:val="24"/>
          <w:szCs w:val="24"/>
          <w:lang w:eastAsia="ar-SA"/>
        </w:rPr>
        <w:t xml:space="preserve"> не облагается в связи с применением УСНО</w:t>
      </w:r>
      <w:r w:rsidRPr="004B04BD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.</w:t>
      </w:r>
    </w:p>
    <w:p w:rsidR="004358CA" w:rsidRPr="004B04BD" w:rsidRDefault="004358CA" w:rsidP="004358CA">
      <w:pPr>
        <w:widowControl w:val="0"/>
        <w:numPr>
          <w:ilvl w:val="0"/>
          <w:numId w:val="5"/>
        </w:numPr>
        <w:suppressAutoHyphens/>
        <w:spacing w:after="0" w:line="240" w:lineRule="auto"/>
        <w:ind w:left="1134" w:right="-5" w:hanging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4B04BD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Настоящий акт сдачи-приемки услуги подтверждает оказание услуги в полном объеме и в соответствии с требованиями, установленными контрактом № </w:t>
      </w:r>
      <w:r w:rsidR="008B56A3">
        <w:rPr>
          <w:rFonts w:ascii="Times New Roman" w:hAnsi="Times New Roman"/>
          <w:b/>
          <w:bCs/>
          <w:sz w:val="24"/>
          <w:szCs w:val="24"/>
        </w:rPr>
        <w:t>___</w:t>
      </w:r>
      <w:r w:rsidR="006662DB" w:rsidRPr="006662DB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4B04BD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>от «</w:t>
      </w:r>
      <w:r w:rsidR="008B56A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>___</w:t>
      </w:r>
      <w:r w:rsidRPr="004B04BD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» </w:t>
      </w:r>
      <w:r w:rsidR="008B56A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>________</w:t>
      </w:r>
      <w:r w:rsidRPr="004B04BD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202</w:t>
      </w:r>
      <w:r w:rsidR="00BD2B2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>4</w:t>
      </w:r>
      <w:r w:rsidRPr="004B04BD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г. </w:t>
      </w:r>
    </w:p>
    <w:p w:rsidR="004358CA" w:rsidRPr="004B04BD" w:rsidRDefault="004358CA" w:rsidP="004358CA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4B04BD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Настоящий акт сдачи-приемки услуг составлен в двух экземплярах, по одному </w:t>
      </w:r>
      <w:r w:rsidRPr="004B04BD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br/>
        <w:t xml:space="preserve">для каждой из Сторон. </w:t>
      </w:r>
    </w:p>
    <w:p w:rsidR="004358CA" w:rsidRPr="004B04BD" w:rsidRDefault="004358CA" w:rsidP="004358CA">
      <w:pPr>
        <w:widowControl w:val="0"/>
        <w:suppressAutoHyphens/>
        <w:spacing w:after="0" w:line="240" w:lineRule="auto"/>
        <w:ind w:left="283" w:hanging="283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4358CA" w:rsidRDefault="004358CA" w:rsidP="004358CA">
      <w:pPr>
        <w:widowControl w:val="0"/>
        <w:suppressAutoHyphens/>
        <w:spacing w:after="0" w:line="240" w:lineRule="auto"/>
        <w:ind w:left="283" w:hanging="283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4B04BD">
        <w:rPr>
          <w:rFonts w:ascii="Times New Roman" w:hAnsi="Times New Roman"/>
          <w:b/>
          <w:sz w:val="24"/>
          <w:szCs w:val="24"/>
          <w:lang w:eastAsia="ar-SA"/>
        </w:rPr>
        <w:t>ПОДПИСИ СТОРОН:</w:t>
      </w:r>
    </w:p>
    <w:p w:rsidR="005E1269" w:rsidRPr="004B04BD" w:rsidRDefault="005E1269" w:rsidP="004358CA">
      <w:pPr>
        <w:widowControl w:val="0"/>
        <w:suppressAutoHyphens/>
        <w:spacing w:after="0" w:line="240" w:lineRule="auto"/>
        <w:ind w:left="283" w:hanging="283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4"/>
        <w:gridCol w:w="958"/>
        <w:gridCol w:w="4593"/>
        <w:gridCol w:w="563"/>
      </w:tblGrid>
      <w:tr w:rsidR="00616038" w:rsidRPr="00AE4119" w:rsidTr="005E1269">
        <w:trPr>
          <w:trHeight w:val="719"/>
        </w:trPr>
        <w:tc>
          <w:tcPr>
            <w:tcW w:w="26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6038" w:rsidRDefault="00616038" w:rsidP="00927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Заказчик:</w:t>
            </w:r>
            <w:r>
              <w:rPr>
                <w:rFonts w:ascii="Times New Roman" w:hAnsi="Times New Roman"/>
                <w:b/>
              </w:rPr>
              <w:tab/>
            </w:r>
          </w:p>
          <w:p w:rsidR="005E1269" w:rsidRPr="00E975D3" w:rsidRDefault="005E1269" w:rsidP="005E1269">
            <w:pPr>
              <w:pStyle w:val="a8"/>
              <w:tabs>
                <w:tab w:val="left" w:pos="9900"/>
              </w:tabs>
              <w:adjustRightInd w:val="0"/>
              <w:spacing w:before="0" w:beforeAutospacing="0" w:after="0" w:afterAutospacing="0"/>
              <w:ind w:right="23" w:firstLine="0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государственное </w:t>
            </w:r>
            <w:r w:rsidRPr="00E975D3">
              <w:rPr>
                <w:color w:val="000000"/>
              </w:rPr>
              <w:t xml:space="preserve">бюджетное общеобразовательное учреждение Самарской области средняя общеобразовательная школа имени Героя Советского Союза Матвея Никифоровича Заводского с. Елховка муниципального района </w:t>
            </w:r>
            <w:proofErr w:type="spellStart"/>
            <w:r w:rsidRPr="00E975D3">
              <w:rPr>
                <w:color w:val="000000"/>
              </w:rPr>
              <w:t>Елховский</w:t>
            </w:r>
            <w:proofErr w:type="spellEnd"/>
            <w:r w:rsidRPr="00E975D3">
              <w:rPr>
                <w:color w:val="000000"/>
              </w:rPr>
              <w:t xml:space="preserve"> Самарской области </w:t>
            </w:r>
            <w:r>
              <w:rPr>
                <w:color w:val="000000"/>
              </w:rPr>
              <w:t xml:space="preserve"> </w:t>
            </w:r>
            <w:r w:rsidRPr="00E975D3">
              <w:rPr>
                <w:color w:val="000000"/>
              </w:rPr>
              <w:t xml:space="preserve">(ГБОУ СОШ </w:t>
            </w:r>
            <w:proofErr w:type="spellStart"/>
            <w:r w:rsidRPr="00E975D3">
              <w:rPr>
                <w:color w:val="000000"/>
              </w:rPr>
              <w:t>им.М.Н.Заводского</w:t>
            </w:r>
            <w:proofErr w:type="spellEnd"/>
            <w:r w:rsidRPr="00E975D3">
              <w:rPr>
                <w:color w:val="000000"/>
              </w:rPr>
              <w:t xml:space="preserve"> </w:t>
            </w:r>
            <w:proofErr w:type="spellStart"/>
            <w:r w:rsidRPr="00E975D3">
              <w:rPr>
                <w:color w:val="000000"/>
              </w:rPr>
              <w:t>с</w:t>
            </w:r>
            <w:proofErr w:type="gramStart"/>
            <w:r w:rsidRPr="00E975D3">
              <w:rPr>
                <w:color w:val="000000"/>
              </w:rPr>
              <w:t>.Е</w:t>
            </w:r>
            <w:proofErr w:type="gramEnd"/>
            <w:r w:rsidRPr="00E975D3">
              <w:rPr>
                <w:color w:val="000000"/>
              </w:rPr>
              <w:t>лховка</w:t>
            </w:r>
            <w:proofErr w:type="spellEnd"/>
            <w:r w:rsidRPr="00E975D3">
              <w:rPr>
                <w:color w:val="000000"/>
              </w:rPr>
              <w:t>)</w:t>
            </w:r>
          </w:p>
          <w:p w:rsidR="00616038" w:rsidRPr="00406AE1" w:rsidRDefault="00616038" w:rsidP="00927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D774D" w:rsidRPr="00406AE1" w:rsidRDefault="00AD774D" w:rsidP="00927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D774D" w:rsidRPr="00406AE1" w:rsidRDefault="00AD774D" w:rsidP="00927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6038" w:rsidRDefault="005E1269" w:rsidP="00927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</w:t>
            </w:r>
            <w:r w:rsidR="00616038">
              <w:rPr>
                <w:rFonts w:ascii="Times New Roman" w:hAnsi="Times New Roman"/>
                <w:b/>
              </w:rPr>
              <w:t>Исполнитель:</w:t>
            </w:r>
          </w:p>
          <w:p w:rsidR="00616038" w:rsidRPr="00AE4119" w:rsidRDefault="00616038" w:rsidP="008B5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16038" w:rsidRPr="00AE4119" w:rsidTr="005E1269">
        <w:trPr>
          <w:trHeight w:val="719"/>
        </w:trPr>
        <w:tc>
          <w:tcPr>
            <w:tcW w:w="26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6038" w:rsidRPr="008432E0" w:rsidRDefault="00616038" w:rsidP="00927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AE411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Директор</w:t>
            </w:r>
            <w:r w:rsidRPr="00AE4119">
              <w:rPr>
                <w:rFonts w:ascii="Times New Roman" w:hAnsi="Times New Roman"/>
                <w:b/>
                <w:sz w:val="24"/>
                <w:szCs w:val="24"/>
              </w:rPr>
              <w:t>:_____________</w:t>
            </w:r>
            <w:proofErr w:type="spellStart"/>
            <w:r w:rsidR="005E1269">
              <w:rPr>
                <w:rFonts w:ascii="Times New Roman" w:hAnsi="Times New Roman"/>
                <w:b/>
                <w:sz w:val="24"/>
                <w:szCs w:val="24"/>
              </w:rPr>
              <w:t>О.Г.Свиридова</w:t>
            </w:r>
            <w:proofErr w:type="spellEnd"/>
            <w:r w:rsidRPr="00AE4119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8432E0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:rsidR="00616038" w:rsidRPr="00AE4119" w:rsidRDefault="00616038" w:rsidP="00927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32E0">
              <w:rPr>
                <w:rFonts w:ascii="Times New Roman" w:hAnsi="Times New Roman"/>
                <w:sz w:val="16"/>
                <w:szCs w:val="16"/>
              </w:rPr>
              <w:t>(м.п.)</w:t>
            </w:r>
          </w:p>
        </w:tc>
        <w:tc>
          <w:tcPr>
            <w:tcW w:w="2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6038" w:rsidRPr="008432E0" w:rsidRDefault="0035480E" w:rsidP="00927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AE4119">
              <w:rPr>
                <w:rFonts w:ascii="Times New Roman" w:hAnsi="Times New Roman"/>
                <w:sz w:val="24"/>
                <w:szCs w:val="24"/>
              </w:rPr>
              <w:t xml:space="preserve">_____________      </w:t>
            </w:r>
            <w:r w:rsidR="008B56A3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="00616038" w:rsidRPr="00AE4119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616038" w:rsidRPr="008432E0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:rsidR="00616038" w:rsidRPr="00AE4119" w:rsidRDefault="00616038" w:rsidP="00927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32E0">
              <w:rPr>
                <w:rFonts w:ascii="Times New Roman" w:hAnsi="Times New Roman"/>
                <w:sz w:val="16"/>
                <w:szCs w:val="16"/>
              </w:rPr>
              <w:t xml:space="preserve"> (м.п.)</w:t>
            </w:r>
          </w:p>
        </w:tc>
      </w:tr>
      <w:tr w:rsidR="004358CA" w:rsidRPr="004B04BD" w:rsidTr="005E12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56" w:type="pct"/>
        </w:trPr>
        <w:tc>
          <w:tcPr>
            <w:tcW w:w="2218" w:type="pct"/>
          </w:tcPr>
          <w:p w:rsidR="004358CA" w:rsidRPr="004B04BD" w:rsidRDefault="004358CA" w:rsidP="00CB613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26" w:type="pct"/>
            <w:gridSpan w:val="2"/>
          </w:tcPr>
          <w:p w:rsidR="004358CA" w:rsidRPr="004B04BD" w:rsidRDefault="004358CA" w:rsidP="00CB613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358CA" w:rsidRPr="004B04BD" w:rsidTr="005E12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56" w:type="pct"/>
        </w:trPr>
        <w:tc>
          <w:tcPr>
            <w:tcW w:w="2218" w:type="pct"/>
          </w:tcPr>
          <w:p w:rsidR="004358CA" w:rsidRPr="004B04BD" w:rsidRDefault="004358CA" w:rsidP="00CB613D">
            <w:pPr>
              <w:widowControl w:val="0"/>
              <w:suppressAutoHyphens/>
              <w:spacing w:after="0" w:line="240" w:lineRule="auto"/>
              <w:ind w:firstLine="56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526" w:type="pct"/>
            <w:gridSpan w:val="2"/>
          </w:tcPr>
          <w:p w:rsidR="004358CA" w:rsidRPr="004B04BD" w:rsidRDefault="004358CA" w:rsidP="00CB613D">
            <w:pPr>
              <w:widowControl w:val="0"/>
              <w:suppressAutoHyphens/>
              <w:spacing w:after="0" w:line="240" w:lineRule="auto"/>
              <w:ind w:left="603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4358CA" w:rsidRPr="004B04BD" w:rsidRDefault="004358CA" w:rsidP="004358CA">
      <w:pPr>
        <w:suppressAutoHyphens/>
        <w:autoSpaceDN w:val="0"/>
        <w:spacing w:after="0" w:line="240" w:lineRule="auto"/>
        <w:ind w:left="10635" w:firstLine="709"/>
        <w:jc w:val="both"/>
        <w:rPr>
          <w:rFonts w:ascii="Times New Roman" w:hAnsi="Times New Roman"/>
          <w:sz w:val="24"/>
          <w:szCs w:val="24"/>
        </w:rPr>
      </w:pPr>
    </w:p>
    <w:sectPr w:rsidR="004358CA" w:rsidRPr="004B04BD" w:rsidSect="00C52967">
      <w:headerReference w:type="default" r:id="rId9"/>
      <w:footnotePr>
        <w:numRestart w:val="eachSect"/>
      </w:footnotePr>
      <w:pgSz w:w="11906" w:h="16838"/>
      <w:pgMar w:top="567" w:right="567" w:bottom="567" w:left="567" w:header="720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1A9" w:rsidRDefault="00C531A9" w:rsidP="00B37788">
      <w:pPr>
        <w:spacing w:after="0" w:line="240" w:lineRule="auto"/>
      </w:pPr>
      <w:r>
        <w:separator/>
      </w:r>
    </w:p>
  </w:endnote>
  <w:endnote w:type="continuationSeparator" w:id="0">
    <w:p w:rsidR="00C531A9" w:rsidRDefault="00C531A9" w:rsidP="00B37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1A9" w:rsidRDefault="00C531A9" w:rsidP="00B37788">
      <w:pPr>
        <w:spacing w:after="0" w:line="240" w:lineRule="auto"/>
      </w:pPr>
      <w:r>
        <w:separator/>
      </w:r>
    </w:p>
  </w:footnote>
  <w:footnote w:type="continuationSeparator" w:id="0">
    <w:p w:rsidR="00C531A9" w:rsidRDefault="00C531A9" w:rsidP="00B37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BBC" w:rsidRDefault="00480BBC" w:rsidP="00480BBC">
    <w:pPr>
      <w:tabs>
        <w:tab w:val="left" w:pos="43"/>
        <w:tab w:val="left" w:pos="681"/>
      </w:tabs>
      <w:autoSpaceDE w:val="0"/>
      <w:autoSpaceDN w:val="0"/>
      <w:adjustRightInd w:val="0"/>
      <w:jc w:val="both"/>
      <w:rPr>
        <w:sz w:val="20"/>
        <w:szCs w:val="20"/>
        <w:lang w:val="en-US"/>
      </w:rPr>
    </w:pPr>
    <w:proofErr w:type="spellStart"/>
    <w:r>
      <w:rPr>
        <w:sz w:val="20"/>
        <w:szCs w:val="20"/>
        <w:lang w:val="en-US"/>
      </w:rPr>
      <w:t>Идентификационный</w:t>
    </w:r>
    <w:proofErr w:type="spellEnd"/>
    <w:r>
      <w:rPr>
        <w:sz w:val="20"/>
        <w:szCs w:val="20"/>
        <w:lang w:val="en-US"/>
      </w:rPr>
      <w:t xml:space="preserve"> </w:t>
    </w:r>
    <w:proofErr w:type="spellStart"/>
    <w:r>
      <w:rPr>
        <w:sz w:val="20"/>
        <w:szCs w:val="20"/>
        <w:lang w:val="en-US"/>
      </w:rPr>
      <w:t>код</w:t>
    </w:r>
    <w:proofErr w:type="spellEnd"/>
    <w:r>
      <w:rPr>
        <w:sz w:val="20"/>
        <w:szCs w:val="20"/>
        <w:lang w:val="en-US"/>
      </w:rPr>
      <w:t xml:space="preserve"> </w:t>
    </w:r>
    <w:proofErr w:type="spellStart"/>
    <w:r>
      <w:rPr>
        <w:sz w:val="20"/>
        <w:szCs w:val="20"/>
        <w:lang w:val="en-US"/>
      </w:rPr>
      <w:t>закупки</w:t>
    </w:r>
    <w:proofErr w:type="spellEnd"/>
    <w:r>
      <w:rPr>
        <w:sz w:val="20"/>
        <w:szCs w:val="20"/>
        <w:lang w:val="en-US"/>
      </w:rPr>
      <w:t xml:space="preserve">: </w:t>
    </w:r>
    <w:r w:rsidR="00FC2CB6">
      <w:rPr>
        <w:rFonts w:ascii="Segoe UI" w:hAnsi="Segoe UI" w:cs="Segoe UI"/>
        <w:color w:val="333333"/>
        <w:sz w:val="20"/>
        <w:szCs w:val="20"/>
        <w:shd w:val="clear" w:color="auto" w:fill="E6F5FE"/>
      </w:rPr>
      <w:t>242637602188463760100100050015629244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05ABBBC"/>
    <w:lvl w:ilvl="0">
      <w:start w:val="1"/>
      <w:numFmt w:val="bullet"/>
      <w:pStyle w:val="2"/>
      <w:lvlText w:val="-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</w:rPr>
    </w:lvl>
  </w:abstractNum>
  <w:abstractNum w:abstractNumId="1">
    <w:nsid w:val="068F5754"/>
    <w:multiLevelType w:val="multilevel"/>
    <w:tmpl w:val="FD7655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auto"/>
      </w:rPr>
    </w:lvl>
  </w:abstractNum>
  <w:abstractNum w:abstractNumId="2">
    <w:nsid w:val="0E980FA0"/>
    <w:multiLevelType w:val="multilevel"/>
    <w:tmpl w:val="C81EB1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11A5238C"/>
    <w:multiLevelType w:val="hybridMultilevel"/>
    <w:tmpl w:val="B6A42DDA"/>
    <w:lvl w:ilvl="0" w:tplc="0419000F">
      <w:start w:val="1"/>
      <w:numFmt w:val="decimal"/>
      <w:lvlText w:val="%1."/>
      <w:lvlJc w:val="left"/>
      <w:pPr>
        <w:ind w:left="66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  <w:rPr>
        <w:rFonts w:cs="Times New Roman"/>
      </w:rPr>
    </w:lvl>
  </w:abstractNum>
  <w:abstractNum w:abstractNumId="4">
    <w:nsid w:val="1BC46707"/>
    <w:multiLevelType w:val="hybridMultilevel"/>
    <w:tmpl w:val="350ED6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1B6072A"/>
    <w:multiLevelType w:val="multilevel"/>
    <w:tmpl w:val="2F7CFFBA"/>
    <w:lvl w:ilvl="0">
      <w:start w:val="6"/>
      <w:numFmt w:val="decimal"/>
      <w:lvlText w:val="%1."/>
      <w:lvlJc w:val="left"/>
      <w:pPr>
        <w:ind w:left="3195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25531EA5"/>
    <w:multiLevelType w:val="multilevel"/>
    <w:tmpl w:val="B3CABBC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3267620E"/>
    <w:multiLevelType w:val="multilevel"/>
    <w:tmpl w:val="FF8EB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65519EB"/>
    <w:multiLevelType w:val="multilevel"/>
    <w:tmpl w:val="14F6A9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" w:hanging="720"/>
      </w:pPr>
      <w:rPr>
        <w:rFonts w:hint="default"/>
      </w:rPr>
    </w:lvl>
  </w:abstractNum>
  <w:abstractNum w:abstractNumId="9">
    <w:nsid w:val="38694F75"/>
    <w:multiLevelType w:val="hybridMultilevel"/>
    <w:tmpl w:val="1996D2FE"/>
    <w:lvl w:ilvl="0" w:tplc="10D4F3A2">
      <w:start w:val="1"/>
      <w:numFmt w:val="decimal"/>
      <w:lvlText w:val="%1."/>
      <w:lvlJc w:val="left"/>
      <w:pPr>
        <w:ind w:left="10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41EC2FC9"/>
    <w:multiLevelType w:val="hybridMultilevel"/>
    <w:tmpl w:val="A2BCA62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67F347B"/>
    <w:multiLevelType w:val="hybridMultilevel"/>
    <w:tmpl w:val="D5885B2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D847A9A"/>
    <w:multiLevelType w:val="hybridMultilevel"/>
    <w:tmpl w:val="4606A5C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1B008F4"/>
    <w:multiLevelType w:val="multilevel"/>
    <w:tmpl w:val="438CB2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>
    <w:nsid w:val="5206012C"/>
    <w:multiLevelType w:val="hybridMultilevel"/>
    <w:tmpl w:val="CA026A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4EB10DB"/>
    <w:multiLevelType w:val="hybridMultilevel"/>
    <w:tmpl w:val="D2524B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67804A1"/>
    <w:multiLevelType w:val="hybridMultilevel"/>
    <w:tmpl w:val="EE525EF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DDB6C75"/>
    <w:multiLevelType w:val="hybridMultilevel"/>
    <w:tmpl w:val="2D6A8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5F776BF"/>
    <w:multiLevelType w:val="hybridMultilevel"/>
    <w:tmpl w:val="D0EC9F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C0A14E2"/>
    <w:multiLevelType w:val="multilevel"/>
    <w:tmpl w:val="C4F813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772A5409"/>
    <w:multiLevelType w:val="multilevel"/>
    <w:tmpl w:val="5A701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8E40F99"/>
    <w:multiLevelType w:val="hybridMultilevel"/>
    <w:tmpl w:val="092E920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0"/>
  </w:num>
  <w:num w:numId="2">
    <w:abstractNumId w:val="7"/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0"/>
  </w:num>
  <w:num w:numId="7">
    <w:abstractNumId w:val="2"/>
  </w:num>
  <w:num w:numId="8">
    <w:abstractNumId w:val="13"/>
  </w:num>
  <w:num w:numId="9">
    <w:abstractNumId w:val="1"/>
  </w:num>
  <w:num w:numId="10">
    <w:abstractNumId w:val="5"/>
  </w:num>
  <w:num w:numId="11">
    <w:abstractNumId w:val="19"/>
  </w:num>
  <w:num w:numId="12">
    <w:abstractNumId w:val="6"/>
  </w:num>
  <w:num w:numId="13">
    <w:abstractNumId w:val="17"/>
  </w:num>
  <w:num w:numId="14">
    <w:abstractNumId w:val="12"/>
  </w:num>
  <w:num w:numId="15">
    <w:abstractNumId w:val="4"/>
  </w:num>
  <w:num w:numId="16">
    <w:abstractNumId w:val="15"/>
  </w:num>
  <w:num w:numId="17">
    <w:abstractNumId w:val="16"/>
  </w:num>
  <w:num w:numId="18">
    <w:abstractNumId w:val="14"/>
  </w:num>
  <w:num w:numId="19">
    <w:abstractNumId w:val="10"/>
  </w:num>
  <w:num w:numId="20">
    <w:abstractNumId w:val="18"/>
  </w:num>
  <w:num w:numId="21">
    <w:abstractNumId w:val="21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E18"/>
    <w:rsid w:val="00002C5B"/>
    <w:rsid w:val="000145DC"/>
    <w:rsid w:val="0001626E"/>
    <w:rsid w:val="0002281B"/>
    <w:rsid w:val="000304F5"/>
    <w:rsid w:val="00034542"/>
    <w:rsid w:val="00040311"/>
    <w:rsid w:val="000479C5"/>
    <w:rsid w:val="000517EF"/>
    <w:rsid w:val="00053095"/>
    <w:rsid w:val="0005383F"/>
    <w:rsid w:val="00064085"/>
    <w:rsid w:val="000671FC"/>
    <w:rsid w:val="00081AD4"/>
    <w:rsid w:val="00084E2C"/>
    <w:rsid w:val="00090B55"/>
    <w:rsid w:val="00091E08"/>
    <w:rsid w:val="000937F8"/>
    <w:rsid w:val="0009651F"/>
    <w:rsid w:val="000A4FDA"/>
    <w:rsid w:val="000B4484"/>
    <w:rsid w:val="000C3F1E"/>
    <w:rsid w:val="000D347A"/>
    <w:rsid w:val="000D5F7F"/>
    <w:rsid w:val="000D7394"/>
    <w:rsid w:val="000E210B"/>
    <w:rsid w:val="000E47AF"/>
    <w:rsid w:val="000F3EA9"/>
    <w:rsid w:val="001027EC"/>
    <w:rsid w:val="0011235D"/>
    <w:rsid w:val="001155F1"/>
    <w:rsid w:val="001243E0"/>
    <w:rsid w:val="00162AEA"/>
    <w:rsid w:val="0017595D"/>
    <w:rsid w:val="0017728B"/>
    <w:rsid w:val="00177D1C"/>
    <w:rsid w:val="00183B63"/>
    <w:rsid w:val="0019722C"/>
    <w:rsid w:val="001B37AD"/>
    <w:rsid w:val="001B63D3"/>
    <w:rsid w:val="001C4002"/>
    <w:rsid w:val="001D0E5A"/>
    <w:rsid w:val="001E17E2"/>
    <w:rsid w:val="001E5DF2"/>
    <w:rsid w:val="001E70C3"/>
    <w:rsid w:val="002069A9"/>
    <w:rsid w:val="00214514"/>
    <w:rsid w:val="00217698"/>
    <w:rsid w:val="00220CFC"/>
    <w:rsid w:val="00221E4A"/>
    <w:rsid w:val="002256A9"/>
    <w:rsid w:val="00245EE9"/>
    <w:rsid w:val="002510CA"/>
    <w:rsid w:val="00252A8B"/>
    <w:rsid w:val="00254EF5"/>
    <w:rsid w:val="002615A6"/>
    <w:rsid w:val="00266CDC"/>
    <w:rsid w:val="00273129"/>
    <w:rsid w:val="00273675"/>
    <w:rsid w:val="00291828"/>
    <w:rsid w:val="002932BC"/>
    <w:rsid w:val="00297BE0"/>
    <w:rsid w:val="002A5FE7"/>
    <w:rsid w:val="002B4E95"/>
    <w:rsid w:val="002C178A"/>
    <w:rsid w:val="002D2827"/>
    <w:rsid w:val="002D488B"/>
    <w:rsid w:val="002D6417"/>
    <w:rsid w:val="002D7029"/>
    <w:rsid w:val="002F2F42"/>
    <w:rsid w:val="00302ADB"/>
    <w:rsid w:val="00304EA0"/>
    <w:rsid w:val="0032036E"/>
    <w:rsid w:val="003365F9"/>
    <w:rsid w:val="003406A1"/>
    <w:rsid w:val="00347775"/>
    <w:rsid w:val="00347CEE"/>
    <w:rsid w:val="00347E67"/>
    <w:rsid w:val="0035480E"/>
    <w:rsid w:val="00360DE3"/>
    <w:rsid w:val="0036782D"/>
    <w:rsid w:val="0037107B"/>
    <w:rsid w:val="003762A2"/>
    <w:rsid w:val="00377289"/>
    <w:rsid w:val="00384ED6"/>
    <w:rsid w:val="003A3401"/>
    <w:rsid w:val="003A751D"/>
    <w:rsid w:val="003B22FC"/>
    <w:rsid w:val="003B2759"/>
    <w:rsid w:val="003C1E00"/>
    <w:rsid w:val="003C70AF"/>
    <w:rsid w:val="003D2EF3"/>
    <w:rsid w:val="003E2F4F"/>
    <w:rsid w:val="003E5117"/>
    <w:rsid w:val="003E71DE"/>
    <w:rsid w:val="003F6683"/>
    <w:rsid w:val="003F6C93"/>
    <w:rsid w:val="00403A1C"/>
    <w:rsid w:val="00404CD0"/>
    <w:rsid w:val="00405D2A"/>
    <w:rsid w:val="00406AE1"/>
    <w:rsid w:val="00407988"/>
    <w:rsid w:val="00414D0B"/>
    <w:rsid w:val="004219E4"/>
    <w:rsid w:val="004229A5"/>
    <w:rsid w:val="004236B7"/>
    <w:rsid w:val="00431046"/>
    <w:rsid w:val="0043456E"/>
    <w:rsid w:val="004346D7"/>
    <w:rsid w:val="004358CA"/>
    <w:rsid w:val="0044500B"/>
    <w:rsid w:val="00451391"/>
    <w:rsid w:val="004721AD"/>
    <w:rsid w:val="00475825"/>
    <w:rsid w:val="00476999"/>
    <w:rsid w:val="004803C5"/>
    <w:rsid w:val="00480BBC"/>
    <w:rsid w:val="00484047"/>
    <w:rsid w:val="00494CA1"/>
    <w:rsid w:val="0049744E"/>
    <w:rsid w:val="004B04BD"/>
    <w:rsid w:val="004B41ED"/>
    <w:rsid w:val="004D6BF4"/>
    <w:rsid w:val="004E363B"/>
    <w:rsid w:val="004E4C60"/>
    <w:rsid w:val="004F3AFB"/>
    <w:rsid w:val="004F3DCD"/>
    <w:rsid w:val="004F5899"/>
    <w:rsid w:val="004F6FD8"/>
    <w:rsid w:val="005003C4"/>
    <w:rsid w:val="0050199C"/>
    <w:rsid w:val="00511CC2"/>
    <w:rsid w:val="00512CAE"/>
    <w:rsid w:val="00514736"/>
    <w:rsid w:val="0053005B"/>
    <w:rsid w:val="00534B1D"/>
    <w:rsid w:val="005414B2"/>
    <w:rsid w:val="00551093"/>
    <w:rsid w:val="00557695"/>
    <w:rsid w:val="0056378D"/>
    <w:rsid w:val="00586825"/>
    <w:rsid w:val="005962A0"/>
    <w:rsid w:val="00597F65"/>
    <w:rsid w:val="005A2E41"/>
    <w:rsid w:val="005B12F6"/>
    <w:rsid w:val="005C449D"/>
    <w:rsid w:val="005C6905"/>
    <w:rsid w:val="005D1B82"/>
    <w:rsid w:val="005E0990"/>
    <w:rsid w:val="005E1269"/>
    <w:rsid w:val="005E3989"/>
    <w:rsid w:val="005F1033"/>
    <w:rsid w:val="005F1540"/>
    <w:rsid w:val="005F1592"/>
    <w:rsid w:val="00601B6C"/>
    <w:rsid w:val="00603CBC"/>
    <w:rsid w:val="00612EC2"/>
    <w:rsid w:val="00616038"/>
    <w:rsid w:val="00617EEF"/>
    <w:rsid w:val="00622ED0"/>
    <w:rsid w:val="00625C34"/>
    <w:rsid w:val="00633AFF"/>
    <w:rsid w:val="00634F2F"/>
    <w:rsid w:val="00635C87"/>
    <w:rsid w:val="00636EB4"/>
    <w:rsid w:val="00652A8E"/>
    <w:rsid w:val="00652FA5"/>
    <w:rsid w:val="0065484B"/>
    <w:rsid w:val="006571ED"/>
    <w:rsid w:val="006662DB"/>
    <w:rsid w:val="00673287"/>
    <w:rsid w:val="00682144"/>
    <w:rsid w:val="0068376F"/>
    <w:rsid w:val="00683D5D"/>
    <w:rsid w:val="00685CBD"/>
    <w:rsid w:val="00691119"/>
    <w:rsid w:val="0069363F"/>
    <w:rsid w:val="00696BE6"/>
    <w:rsid w:val="006B0788"/>
    <w:rsid w:val="006B299D"/>
    <w:rsid w:val="006C0304"/>
    <w:rsid w:val="006C24D3"/>
    <w:rsid w:val="006C5F89"/>
    <w:rsid w:val="006C68F9"/>
    <w:rsid w:val="006E4E71"/>
    <w:rsid w:val="006E7316"/>
    <w:rsid w:val="00711205"/>
    <w:rsid w:val="00713F48"/>
    <w:rsid w:val="00714A1A"/>
    <w:rsid w:val="0072428D"/>
    <w:rsid w:val="00726DB0"/>
    <w:rsid w:val="00727902"/>
    <w:rsid w:val="00732456"/>
    <w:rsid w:val="007408EC"/>
    <w:rsid w:val="00752CC5"/>
    <w:rsid w:val="00754F2A"/>
    <w:rsid w:val="00756551"/>
    <w:rsid w:val="007644F1"/>
    <w:rsid w:val="00771BAC"/>
    <w:rsid w:val="00781678"/>
    <w:rsid w:val="00784C88"/>
    <w:rsid w:val="007915D3"/>
    <w:rsid w:val="007B0800"/>
    <w:rsid w:val="007C1528"/>
    <w:rsid w:val="007C3423"/>
    <w:rsid w:val="007E4498"/>
    <w:rsid w:val="007E5B58"/>
    <w:rsid w:val="007E6F31"/>
    <w:rsid w:val="007F219E"/>
    <w:rsid w:val="007F7CA3"/>
    <w:rsid w:val="00813FF5"/>
    <w:rsid w:val="00822574"/>
    <w:rsid w:val="0082672C"/>
    <w:rsid w:val="00832476"/>
    <w:rsid w:val="00837C77"/>
    <w:rsid w:val="00840645"/>
    <w:rsid w:val="008423CA"/>
    <w:rsid w:val="008432E0"/>
    <w:rsid w:val="008463A4"/>
    <w:rsid w:val="00846C13"/>
    <w:rsid w:val="00854D9D"/>
    <w:rsid w:val="008563AA"/>
    <w:rsid w:val="0086065B"/>
    <w:rsid w:val="008712B7"/>
    <w:rsid w:val="0088217A"/>
    <w:rsid w:val="00882FB6"/>
    <w:rsid w:val="008833C4"/>
    <w:rsid w:val="008A6155"/>
    <w:rsid w:val="008B4381"/>
    <w:rsid w:val="008B56A3"/>
    <w:rsid w:val="008B5BCF"/>
    <w:rsid w:val="008C1970"/>
    <w:rsid w:val="008C2A6E"/>
    <w:rsid w:val="008C7915"/>
    <w:rsid w:val="008E60B6"/>
    <w:rsid w:val="008F087B"/>
    <w:rsid w:val="008F3DAE"/>
    <w:rsid w:val="008F7CFC"/>
    <w:rsid w:val="009025E8"/>
    <w:rsid w:val="0090772B"/>
    <w:rsid w:val="0091426B"/>
    <w:rsid w:val="00924112"/>
    <w:rsid w:val="00925DCD"/>
    <w:rsid w:val="00927441"/>
    <w:rsid w:val="00931E92"/>
    <w:rsid w:val="00942A71"/>
    <w:rsid w:val="009648BE"/>
    <w:rsid w:val="00973585"/>
    <w:rsid w:val="00984166"/>
    <w:rsid w:val="009845AE"/>
    <w:rsid w:val="009931F3"/>
    <w:rsid w:val="00993F1A"/>
    <w:rsid w:val="009A38CA"/>
    <w:rsid w:val="009A57C9"/>
    <w:rsid w:val="009A7442"/>
    <w:rsid w:val="009B306A"/>
    <w:rsid w:val="009B36C9"/>
    <w:rsid w:val="009C0EDA"/>
    <w:rsid w:val="009C2BA1"/>
    <w:rsid w:val="009E0B22"/>
    <w:rsid w:val="009E6894"/>
    <w:rsid w:val="009E7EB3"/>
    <w:rsid w:val="00A02D48"/>
    <w:rsid w:val="00A14453"/>
    <w:rsid w:val="00A146BE"/>
    <w:rsid w:val="00A36614"/>
    <w:rsid w:val="00A3695C"/>
    <w:rsid w:val="00A36C80"/>
    <w:rsid w:val="00A43CE7"/>
    <w:rsid w:val="00A44D19"/>
    <w:rsid w:val="00A76776"/>
    <w:rsid w:val="00A771D2"/>
    <w:rsid w:val="00AA0098"/>
    <w:rsid w:val="00AA1B7F"/>
    <w:rsid w:val="00AA48C2"/>
    <w:rsid w:val="00AA597B"/>
    <w:rsid w:val="00AB2175"/>
    <w:rsid w:val="00AB2699"/>
    <w:rsid w:val="00AB7138"/>
    <w:rsid w:val="00AB7D8D"/>
    <w:rsid w:val="00AC139A"/>
    <w:rsid w:val="00AC5C06"/>
    <w:rsid w:val="00AD774D"/>
    <w:rsid w:val="00AE014A"/>
    <w:rsid w:val="00AF019A"/>
    <w:rsid w:val="00B04B44"/>
    <w:rsid w:val="00B2248D"/>
    <w:rsid w:val="00B35116"/>
    <w:rsid w:val="00B37788"/>
    <w:rsid w:val="00B40F69"/>
    <w:rsid w:val="00B64F83"/>
    <w:rsid w:val="00B74BFC"/>
    <w:rsid w:val="00B8305C"/>
    <w:rsid w:val="00B906A5"/>
    <w:rsid w:val="00B933F1"/>
    <w:rsid w:val="00B9390B"/>
    <w:rsid w:val="00B95F26"/>
    <w:rsid w:val="00BB6094"/>
    <w:rsid w:val="00BB617C"/>
    <w:rsid w:val="00BC1639"/>
    <w:rsid w:val="00BD2B23"/>
    <w:rsid w:val="00BE494A"/>
    <w:rsid w:val="00BF1F49"/>
    <w:rsid w:val="00BF2C99"/>
    <w:rsid w:val="00BF562F"/>
    <w:rsid w:val="00C042BF"/>
    <w:rsid w:val="00C1256D"/>
    <w:rsid w:val="00C1772A"/>
    <w:rsid w:val="00C207D4"/>
    <w:rsid w:val="00C32462"/>
    <w:rsid w:val="00C34BBB"/>
    <w:rsid w:val="00C37E8D"/>
    <w:rsid w:val="00C44144"/>
    <w:rsid w:val="00C52967"/>
    <w:rsid w:val="00C531A9"/>
    <w:rsid w:val="00C55ADB"/>
    <w:rsid w:val="00C624A1"/>
    <w:rsid w:val="00C63A10"/>
    <w:rsid w:val="00C66E18"/>
    <w:rsid w:val="00C72E4C"/>
    <w:rsid w:val="00C7599B"/>
    <w:rsid w:val="00C76FD1"/>
    <w:rsid w:val="00C807AF"/>
    <w:rsid w:val="00C82E1D"/>
    <w:rsid w:val="00C83F7D"/>
    <w:rsid w:val="00C907BE"/>
    <w:rsid w:val="00CB117E"/>
    <w:rsid w:val="00CB613D"/>
    <w:rsid w:val="00CC1BC9"/>
    <w:rsid w:val="00CC3BBB"/>
    <w:rsid w:val="00CE18AC"/>
    <w:rsid w:val="00CE561E"/>
    <w:rsid w:val="00CF64E8"/>
    <w:rsid w:val="00D00154"/>
    <w:rsid w:val="00D0054D"/>
    <w:rsid w:val="00D00D02"/>
    <w:rsid w:val="00D03A51"/>
    <w:rsid w:val="00D06EB3"/>
    <w:rsid w:val="00D07C7F"/>
    <w:rsid w:val="00D17ACC"/>
    <w:rsid w:val="00D3186C"/>
    <w:rsid w:val="00D63C24"/>
    <w:rsid w:val="00D66C25"/>
    <w:rsid w:val="00D739B3"/>
    <w:rsid w:val="00D7563A"/>
    <w:rsid w:val="00D75967"/>
    <w:rsid w:val="00D75A45"/>
    <w:rsid w:val="00D81889"/>
    <w:rsid w:val="00D95A12"/>
    <w:rsid w:val="00DA3B94"/>
    <w:rsid w:val="00DB1F41"/>
    <w:rsid w:val="00DB6D11"/>
    <w:rsid w:val="00DC0499"/>
    <w:rsid w:val="00DE40A9"/>
    <w:rsid w:val="00DE4C1D"/>
    <w:rsid w:val="00DE67B1"/>
    <w:rsid w:val="00DF2CAB"/>
    <w:rsid w:val="00DF78C3"/>
    <w:rsid w:val="00E02AD4"/>
    <w:rsid w:val="00E03384"/>
    <w:rsid w:val="00E066FD"/>
    <w:rsid w:val="00E079B7"/>
    <w:rsid w:val="00E128B5"/>
    <w:rsid w:val="00E12B71"/>
    <w:rsid w:val="00E22636"/>
    <w:rsid w:val="00E3712E"/>
    <w:rsid w:val="00E448C7"/>
    <w:rsid w:val="00E53B65"/>
    <w:rsid w:val="00E557FF"/>
    <w:rsid w:val="00E7074E"/>
    <w:rsid w:val="00E80CC7"/>
    <w:rsid w:val="00E95DB2"/>
    <w:rsid w:val="00E96C99"/>
    <w:rsid w:val="00EA3C78"/>
    <w:rsid w:val="00EB191D"/>
    <w:rsid w:val="00EB3AAC"/>
    <w:rsid w:val="00EC531E"/>
    <w:rsid w:val="00ED1644"/>
    <w:rsid w:val="00ED7DD9"/>
    <w:rsid w:val="00EE4C71"/>
    <w:rsid w:val="00EF12A2"/>
    <w:rsid w:val="00F0215B"/>
    <w:rsid w:val="00F20429"/>
    <w:rsid w:val="00F22E7A"/>
    <w:rsid w:val="00F27BA8"/>
    <w:rsid w:val="00F35255"/>
    <w:rsid w:val="00F46CAA"/>
    <w:rsid w:val="00F55E03"/>
    <w:rsid w:val="00F60CCC"/>
    <w:rsid w:val="00F77B36"/>
    <w:rsid w:val="00F97B8E"/>
    <w:rsid w:val="00FB5A59"/>
    <w:rsid w:val="00FC03F3"/>
    <w:rsid w:val="00FC1869"/>
    <w:rsid w:val="00FC2CB6"/>
    <w:rsid w:val="00FC678C"/>
    <w:rsid w:val="00FD7080"/>
    <w:rsid w:val="00FE5241"/>
    <w:rsid w:val="00FE6D23"/>
    <w:rsid w:val="00FF0C6B"/>
    <w:rsid w:val="00FF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788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ootnote Text Char Знак,Footnote Text Char Знак Знак,Footnote Text Char Знак Знак Знак Знак,Oaeno niinee-F,Oaeno niinee-FN,Table_Footnote_last,footnote text,single space,Текст сноски Знак Знак1 Знак,Текст сноски Знак1 Знак,Текст сноски-FN"/>
    <w:basedOn w:val="a"/>
    <w:link w:val="a4"/>
    <w:unhideWhenUsed/>
    <w:rsid w:val="00B37788"/>
    <w:rPr>
      <w:sz w:val="20"/>
      <w:szCs w:val="20"/>
    </w:rPr>
  </w:style>
  <w:style w:type="character" w:customStyle="1" w:styleId="a4">
    <w:name w:val="Текст сноски Знак"/>
    <w:aliases w:val="Footnote Text Char Знак Знак1,Footnote Text Char Знак Знак Знак,Footnote Text Char Знак Знак Знак Знак Знак,Oaeno niinee-F Знак,Oaeno niinee-FN Знак,Table_Footnote_last Знак,footnote text Знак,single space Знак,Текст сноски-FN Знак"/>
    <w:link w:val="a3"/>
    <w:rsid w:val="00B37788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B37788"/>
    <w:rPr>
      <w:vertAlign w:val="superscript"/>
    </w:rPr>
  </w:style>
  <w:style w:type="paragraph" w:customStyle="1" w:styleId="ConsPlusCell">
    <w:name w:val="ConsPlusCell"/>
    <w:rsid w:val="00B37788"/>
    <w:pPr>
      <w:autoSpaceDE w:val="0"/>
      <w:autoSpaceDN w:val="0"/>
      <w:adjustRightInd w:val="0"/>
    </w:pPr>
    <w:rPr>
      <w:rFonts w:ascii="Times New Roman" w:eastAsia="Times New Roman" w:hAnsi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B3778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3778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link w:val="a9"/>
    <w:rsid w:val="002510CA"/>
    <w:pPr>
      <w:spacing w:before="100" w:beforeAutospacing="1" w:after="100" w:afterAutospacing="1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1B37A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a">
    <w:name w:val="Hyperlink"/>
    <w:uiPriority w:val="99"/>
    <w:rsid w:val="001B37AD"/>
    <w:rPr>
      <w:color w:val="0000FF"/>
      <w:u w:val="single"/>
    </w:rPr>
  </w:style>
  <w:style w:type="character" w:styleId="ab">
    <w:name w:val="annotation reference"/>
    <w:uiPriority w:val="99"/>
    <w:semiHidden/>
    <w:unhideWhenUsed/>
    <w:rsid w:val="00617EE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17EEF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617EEF"/>
    <w:rPr>
      <w:rFonts w:eastAsia="Times New Roman"/>
    </w:rPr>
  </w:style>
  <w:style w:type="paragraph" w:styleId="ae">
    <w:name w:val="No Spacing"/>
    <w:uiPriority w:val="1"/>
    <w:qFormat/>
    <w:rsid w:val="00625C34"/>
    <w:rPr>
      <w:rFonts w:eastAsia="Times New Roman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403A1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403A1C"/>
    <w:rPr>
      <w:rFonts w:eastAsia="Times New Roman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403A1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03A1C"/>
    <w:rPr>
      <w:rFonts w:eastAsia="Times New Roman"/>
      <w:sz w:val="22"/>
      <w:szCs w:val="22"/>
    </w:rPr>
  </w:style>
  <w:style w:type="character" w:styleId="af3">
    <w:name w:val="Strong"/>
    <w:uiPriority w:val="99"/>
    <w:qFormat/>
    <w:rsid w:val="002932BC"/>
    <w:rPr>
      <w:rFonts w:cs="Times New Roman"/>
      <w:b/>
    </w:rPr>
  </w:style>
  <w:style w:type="character" w:customStyle="1" w:styleId="af4">
    <w:name w:val="Гипертекстовая ссылка"/>
    <w:basedOn w:val="a0"/>
    <w:uiPriority w:val="99"/>
    <w:rsid w:val="0019722C"/>
    <w:rPr>
      <w:b/>
      <w:bCs/>
      <w:color w:val="106BBE"/>
    </w:rPr>
  </w:style>
  <w:style w:type="paragraph" w:styleId="af5">
    <w:name w:val="Body Text"/>
    <w:aliases w:val="Body Text level 2,Body Text2,EHPT,b,body text,body text Знак,body text Знак Знак,body text1,body text11,body text2,body text3,bt,bt1,bt11,bt2,bt3,paragraph 2,paragraph 21,ändrad"/>
    <w:basedOn w:val="a"/>
    <w:link w:val="af6"/>
    <w:rsid w:val="004358CA"/>
    <w:pPr>
      <w:spacing w:after="120"/>
    </w:pPr>
    <w:rPr>
      <w:rFonts w:eastAsia="Calibri"/>
      <w:lang w:eastAsia="en-US"/>
    </w:rPr>
  </w:style>
  <w:style w:type="character" w:customStyle="1" w:styleId="af6">
    <w:name w:val="Основной текст Знак"/>
    <w:aliases w:val="Body Text level 2 Знак,Body Text2 Знак,EHPT Знак,b Знак,body text Знак1,body text Знак Знак1,body text Знак Знак Знак,body text1 Знак,body text11 Знак,body text2 Знак,body text3 Знак,bt Знак,bt1 Знак,bt11 Знак,bt2 Знак,bt3 Знак"/>
    <w:basedOn w:val="a0"/>
    <w:link w:val="af5"/>
    <w:rsid w:val="004358CA"/>
    <w:rPr>
      <w:sz w:val="22"/>
      <w:szCs w:val="22"/>
      <w:lang w:eastAsia="en-US"/>
    </w:rPr>
  </w:style>
  <w:style w:type="paragraph" w:customStyle="1" w:styleId="ConsPlusNormal">
    <w:name w:val="ConsPlusNormal"/>
    <w:rsid w:val="004358C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7">
    <w:name w:val="Содержимое таблицы"/>
    <w:basedOn w:val="a"/>
    <w:rsid w:val="00CB613D"/>
    <w:pPr>
      <w:suppressLineNumbers/>
      <w:suppressAutoHyphens/>
    </w:pPr>
    <w:rPr>
      <w:rFonts w:eastAsia="Calibri"/>
      <w:kern w:val="1"/>
      <w:lang w:eastAsia="ar-SA"/>
    </w:rPr>
  </w:style>
  <w:style w:type="paragraph" w:customStyle="1" w:styleId="af8">
    <w:name w:val="Знак Знак Знак Знак Знак Знак Знак Знак Знак Знак Знак Знак Знак Знак Знак Знак Знак"/>
    <w:basedOn w:val="a"/>
    <w:rsid w:val="00CB61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9">
    <w:name w:val="Тема примечания Знак"/>
    <w:basedOn w:val="ad"/>
    <w:link w:val="afa"/>
    <w:uiPriority w:val="99"/>
    <w:semiHidden/>
    <w:rsid w:val="00CB613D"/>
    <w:rPr>
      <w:rFonts w:ascii="Times New Roman" w:eastAsia="Times New Roman" w:hAnsi="Times New Roman"/>
      <w:b/>
      <w:bCs/>
    </w:rPr>
  </w:style>
  <w:style w:type="paragraph" w:styleId="afa">
    <w:name w:val="annotation subject"/>
    <w:basedOn w:val="ac"/>
    <w:next w:val="ac"/>
    <w:link w:val="af9"/>
    <w:uiPriority w:val="99"/>
    <w:semiHidden/>
    <w:unhideWhenUsed/>
    <w:rsid w:val="00CB613D"/>
    <w:rPr>
      <w:rFonts w:ascii="Times New Roman" w:hAnsi="Times New Roman"/>
      <w:b/>
      <w:bCs/>
    </w:rPr>
  </w:style>
  <w:style w:type="paragraph" w:styleId="2">
    <w:name w:val="List Bullet 2"/>
    <w:basedOn w:val="a"/>
    <w:rsid w:val="00CB613D"/>
    <w:pPr>
      <w:numPr>
        <w:numId w:val="6"/>
      </w:num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title5">
    <w:name w:val="title5"/>
    <w:rsid w:val="00CB613D"/>
    <w:rPr>
      <w:sz w:val="26"/>
      <w:szCs w:val="26"/>
    </w:rPr>
  </w:style>
  <w:style w:type="paragraph" w:customStyle="1" w:styleId="Normal1">
    <w:name w:val="Normal1"/>
    <w:rsid w:val="00CB613D"/>
    <w:pPr>
      <w:widowControl w:val="0"/>
      <w:suppressAutoHyphens/>
      <w:snapToGrid w:val="0"/>
      <w:spacing w:line="300" w:lineRule="auto"/>
      <w:ind w:left="400"/>
    </w:pPr>
    <w:rPr>
      <w:rFonts w:ascii="Times New Roman" w:eastAsia="Times New Roman" w:hAnsi="Times New Roman"/>
      <w:sz w:val="22"/>
      <w:lang w:eastAsia="ar-SA"/>
    </w:rPr>
  </w:style>
  <w:style w:type="paragraph" w:customStyle="1" w:styleId="ConsPlusNonformat">
    <w:name w:val="ConsPlusNonformat"/>
    <w:rsid w:val="00CB61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b">
    <w:name w:val="List Paragraph"/>
    <w:basedOn w:val="a"/>
    <w:uiPriority w:val="34"/>
    <w:qFormat/>
    <w:rsid w:val="00CB613D"/>
    <w:pPr>
      <w:ind w:left="720"/>
      <w:contextualSpacing/>
    </w:pPr>
    <w:rPr>
      <w:rFonts w:ascii="Times New Roman" w:hAnsi="Times New Roman"/>
      <w:sz w:val="24"/>
    </w:rPr>
  </w:style>
  <w:style w:type="character" w:customStyle="1" w:styleId="1">
    <w:name w:val="Основной текст1"/>
    <w:basedOn w:val="a0"/>
    <w:rsid w:val="00CB61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ConsNormal">
    <w:name w:val="ConsNormal"/>
    <w:rsid w:val="008A615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9">
    <w:name w:val="Обычный (веб) Знак"/>
    <w:link w:val="a8"/>
    <w:locked/>
    <w:rsid w:val="00EA3C7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788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ootnote Text Char Знак,Footnote Text Char Знак Знак,Footnote Text Char Знак Знак Знак Знак,Oaeno niinee-F,Oaeno niinee-FN,Table_Footnote_last,footnote text,single space,Текст сноски Знак Знак1 Знак,Текст сноски Знак1 Знак,Текст сноски-FN"/>
    <w:basedOn w:val="a"/>
    <w:link w:val="a4"/>
    <w:unhideWhenUsed/>
    <w:rsid w:val="00B37788"/>
    <w:rPr>
      <w:sz w:val="20"/>
      <w:szCs w:val="20"/>
    </w:rPr>
  </w:style>
  <w:style w:type="character" w:customStyle="1" w:styleId="a4">
    <w:name w:val="Текст сноски Знак"/>
    <w:aliases w:val="Footnote Text Char Знак Знак1,Footnote Text Char Знак Знак Знак,Footnote Text Char Знак Знак Знак Знак Знак,Oaeno niinee-F Знак,Oaeno niinee-FN Знак,Table_Footnote_last Знак,footnote text Знак,single space Знак,Текст сноски-FN Знак"/>
    <w:link w:val="a3"/>
    <w:rsid w:val="00B37788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B37788"/>
    <w:rPr>
      <w:vertAlign w:val="superscript"/>
    </w:rPr>
  </w:style>
  <w:style w:type="paragraph" w:customStyle="1" w:styleId="ConsPlusCell">
    <w:name w:val="ConsPlusCell"/>
    <w:rsid w:val="00B37788"/>
    <w:pPr>
      <w:autoSpaceDE w:val="0"/>
      <w:autoSpaceDN w:val="0"/>
      <w:adjustRightInd w:val="0"/>
    </w:pPr>
    <w:rPr>
      <w:rFonts w:ascii="Times New Roman" w:eastAsia="Times New Roman" w:hAnsi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B3778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3778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link w:val="a9"/>
    <w:rsid w:val="002510CA"/>
    <w:pPr>
      <w:spacing w:before="100" w:beforeAutospacing="1" w:after="100" w:afterAutospacing="1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1B37A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a">
    <w:name w:val="Hyperlink"/>
    <w:uiPriority w:val="99"/>
    <w:rsid w:val="001B37AD"/>
    <w:rPr>
      <w:color w:val="0000FF"/>
      <w:u w:val="single"/>
    </w:rPr>
  </w:style>
  <w:style w:type="character" w:styleId="ab">
    <w:name w:val="annotation reference"/>
    <w:uiPriority w:val="99"/>
    <w:semiHidden/>
    <w:unhideWhenUsed/>
    <w:rsid w:val="00617EE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17EEF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617EEF"/>
    <w:rPr>
      <w:rFonts w:eastAsia="Times New Roman"/>
    </w:rPr>
  </w:style>
  <w:style w:type="paragraph" w:styleId="ae">
    <w:name w:val="No Spacing"/>
    <w:uiPriority w:val="1"/>
    <w:qFormat/>
    <w:rsid w:val="00625C34"/>
    <w:rPr>
      <w:rFonts w:eastAsia="Times New Roman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403A1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403A1C"/>
    <w:rPr>
      <w:rFonts w:eastAsia="Times New Roman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403A1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03A1C"/>
    <w:rPr>
      <w:rFonts w:eastAsia="Times New Roman"/>
      <w:sz w:val="22"/>
      <w:szCs w:val="22"/>
    </w:rPr>
  </w:style>
  <w:style w:type="character" w:styleId="af3">
    <w:name w:val="Strong"/>
    <w:uiPriority w:val="99"/>
    <w:qFormat/>
    <w:rsid w:val="002932BC"/>
    <w:rPr>
      <w:rFonts w:cs="Times New Roman"/>
      <w:b/>
    </w:rPr>
  </w:style>
  <w:style w:type="character" w:customStyle="1" w:styleId="af4">
    <w:name w:val="Гипертекстовая ссылка"/>
    <w:basedOn w:val="a0"/>
    <w:uiPriority w:val="99"/>
    <w:rsid w:val="0019722C"/>
    <w:rPr>
      <w:b/>
      <w:bCs/>
      <w:color w:val="106BBE"/>
    </w:rPr>
  </w:style>
  <w:style w:type="paragraph" w:styleId="af5">
    <w:name w:val="Body Text"/>
    <w:aliases w:val="Body Text level 2,Body Text2,EHPT,b,body text,body text Знак,body text Знак Знак,body text1,body text11,body text2,body text3,bt,bt1,bt11,bt2,bt3,paragraph 2,paragraph 21,ändrad"/>
    <w:basedOn w:val="a"/>
    <w:link w:val="af6"/>
    <w:rsid w:val="004358CA"/>
    <w:pPr>
      <w:spacing w:after="120"/>
    </w:pPr>
    <w:rPr>
      <w:rFonts w:eastAsia="Calibri"/>
      <w:lang w:eastAsia="en-US"/>
    </w:rPr>
  </w:style>
  <w:style w:type="character" w:customStyle="1" w:styleId="af6">
    <w:name w:val="Основной текст Знак"/>
    <w:aliases w:val="Body Text level 2 Знак,Body Text2 Знак,EHPT Знак,b Знак,body text Знак1,body text Знак Знак1,body text Знак Знак Знак,body text1 Знак,body text11 Знак,body text2 Знак,body text3 Знак,bt Знак,bt1 Знак,bt11 Знак,bt2 Знак,bt3 Знак"/>
    <w:basedOn w:val="a0"/>
    <w:link w:val="af5"/>
    <w:rsid w:val="004358CA"/>
    <w:rPr>
      <w:sz w:val="22"/>
      <w:szCs w:val="22"/>
      <w:lang w:eastAsia="en-US"/>
    </w:rPr>
  </w:style>
  <w:style w:type="paragraph" w:customStyle="1" w:styleId="ConsPlusNormal">
    <w:name w:val="ConsPlusNormal"/>
    <w:rsid w:val="004358C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7">
    <w:name w:val="Содержимое таблицы"/>
    <w:basedOn w:val="a"/>
    <w:rsid w:val="00CB613D"/>
    <w:pPr>
      <w:suppressLineNumbers/>
      <w:suppressAutoHyphens/>
    </w:pPr>
    <w:rPr>
      <w:rFonts w:eastAsia="Calibri"/>
      <w:kern w:val="1"/>
      <w:lang w:eastAsia="ar-SA"/>
    </w:rPr>
  </w:style>
  <w:style w:type="paragraph" w:customStyle="1" w:styleId="af8">
    <w:name w:val="Знак Знак Знак Знак Знак Знак Знак Знак Знак Знак Знак Знак Знак Знак Знак Знак Знак"/>
    <w:basedOn w:val="a"/>
    <w:rsid w:val="00CB61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9">
    <w:name w:val="Тема примечания Знак"/>
    <w:basedOn w:val="ad"/>
    <w:link w:val="afa"/>
    <w:uiPriority w:val="99"/>
    <w:semiHidden/>
    <w:rsid w:val="00CB613D"/>
    <w:rPr>
      <w:rFonts w:ascii="Times New Roman" w:eastAsia="Times New Roman" w:hAnsi="Times New Roman"/>
      <w:b/>
      <w:bCs/>
    </w:rPr>
  </w:style>
  <w:style w:type="paragraph" w:styleId="afa">
    <w:name w:val="annotation subject"/>
    <w:basedOn w:val="ac"/>
    <w:next w:val="ac"/>
    <w:link w:val="af9"/>
    <w:uiPriority w:val="99"/>
    <w:semiHidden/>
    <w:unhideWhenUsed/>
    <w:rsid w:val="00CB613D"/>
    <w:rPr>
      <w:rFonts w:ascii="Times New Roman" w:hAnsi="Times New Roman"/>
      <w:b/>
      <w:bCs/>
    </w:rPr>
  </w:style>
  <w:style w:type="paragraph" w:styleId="2">
    <w:name w:val="List Bullet 2"/>
    <w:basedOn w:val="a"/>
    <w:rsid w:val="00CB613D"/>
    <w:pPr>
      <w:numPr>
        <w:numId w:val="6"/>
      </w:num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title5">
    <w:name w:val="title5"/>
    <w:rsid w:val="00CB613D"/>
    <w:rPr>
      <w:sz w:val="26"/>
      <w:szCs w:val="26"/>
    </w:rPr>
  </w:style>
  <w:style w:type="paragraph" w:customStyle="1" w:styleId="Normal1">
    <w:name w:val="Normal1"/>
    <w:rsid w:val="00CB613D"/>
    <w:pPr>
      <w:widowControl w:val="0"/>
      <w:suppressAutoHyphens/>
      <w:snapToGrid w:val="0"/>
      <w:spacing w:line="300" w:lineRule="auto"/>
      <w:ind w:left="400"/>
    </w:pPr>
    <w:rPr>
      <w:rFonts w:ascii="Times New Roman" w:eastAsia="Times New Roman" w:hAnsi="Times New Roman"/>
      <w:sz w:val="22"/>
      <w:lang w:eastAsia="ar-SA"/>
    </w:rPr>
  </w:style>
  <w:style w:type="paragraph" w:customStyle="1" w:styleId="ConsPlusNonformat">
    <w:name w:val="ConsPlusNonformat"/>
    <w:rsid w:val="00CB61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b">
    <w:name w:val="List Paragraph"/>
    <w:basedOn w:val="a"/>
    <w:uiPriority w:val="34"/>
    <w:qFormat/>
    <w:rsid w:val="00CB613D"/>
    <w:pPr>
      <w:ind w:left="720"/>
      <w:contextualSpacing/>
    </w:pPr>
    <w:rPr>
      <w:rFonts w:ascii="Times New Roman" w:hAnsi="Times New Roman"/>
      <w:sz w:val="24"/>
    </w:rPr>
  </w:style>
  <w:style w:type="character" w:customStyle="1" w:styleId="1">
    <w:name w:val="Основной текст1"/>
    <w:basedOn w:val="a0"/>
    <w:rsid w:val="00CB61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ConsNormal">
    <w:name w:val="ConsNormal"/>
    <w:rsid w:val="008A615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9">
    <w:name w:val="Обычный (веб) Знак"/>
    <w:link w:val="a8"/>
    <w:locked/>
    <w:rsid w:val="00EA3C7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KUNI~1\AppData\Local\Temp\notesFFF692\&#1058;&#1080;&#1087;&#1086;&#1074;&#1086;&#1081;%20&#1082;&#1086;&#1085;&#1090;&#1088;&#1072;&#1082;&#1090;%20&#1086;&#1088;&#1075;&#1072;&#1085;&#1080;&#1079;&#1072;&#1094;&#1080;&#1103;%20&#1076;&#1080;&#1077;&#1090;&#1080;&#1095;&#1077;&#1089;&#1082;&#1086;&#1075;&#1086;%20&#1087;&#1080;&#1090;&#1072;&#1085;&#1080;&#1103;%20-%20&#1079;&#1072;&#1087;&#1086;&#1083;&#1085;&#1077;&#1085;&#1086;%20&#1043;&#1059;&#1054;&#1058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B5B1E-6658-46A8-8D56-D82BA2D5C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Типовой контракт организация диетического питания - заполнено ГУОТ</Template>
  <TotalTime>1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Якунина Ирина Васильевна</dc:creator>
  <cp:lastModifiedBy>User</cp:lastModifiedBy>
  <cp:revision>4</cp:revision>
  <cp:lastPrinted>2021-06-07T10:30:00Z</cp:lastPrinted>
  <dcterms:created xsi:type="dcterms:W3CDTF">2024-07-15T07:18:00Z</dcterms:created>
  <dcterms:modified xsi:type="dcterms:W3CDTF">2024-07-16T06:36:00Z</dcterms:modified>
</cp:coreProperties>
</file>